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151A8" w:rsidRPr="00A32989" w:rsidRDefault="000151A8" w:rsidP="00A32989">
      <w:pPr>
        <w:pStyle w:val="Textos"/>
        <w:spacing w:line="240" w:lineRule="auto"/>
        <w:jc w:val="right"/>
        <w:rPr>
          <w:sz w:val="20"/>
        </w:rPr>
      </w:pPr>
      <w:r w:rsidRPr="00A32989">
        <w:rPr>
          <w:sz w:val="20"/>
        </w:rPr>
        <w:t xml:space="preserve">Ref.: Exp. (FCEN) Nº </w:t>
      </w:r>
      <w:r w:rsidRPr="00A32989">
        <w:rPr>
          <w:sz w:val="20"/>
          <w:highlight w:val="yellow"/>
        </w:rPr>
        <w:t>X</w:t>
      </w:r>
      <w:r w:rsidR="00C76C0B" w:rsidRPr="00A32989">
        <w:rPr>
          <w:sz w:val="20"/>
          <w:highlight w:val="yellow"/>
        </w:rPr>
        <w:t>X</w:t>
      </w:r>
      <w:r w:rsidRPr="00A32989">
        <w:rPr>
          <w:sz w:val="20"/>
          <w:highlight w:val="yellow"/>
        </w:rPr>
        <w:t>XX/XX</w:t>
      </w:r>
      <w:r w:rsidR="00C76C0B" w:rsidRPr="00A32989">
        <w:rPr>
          <w:sz w:val="20"/>
          <w:highlight w:val="yellow"/>
        </w:rPr>
        <w:t>XX</w:t>
      </w:r>
    </w:p>
    <w:p w:rsidR="000151A8" w:rsidRPr="00A32989" w:rsidRDefault="00C76C0B" w:rsidP="00A32989">
      <w:pPr>
        <w:pStyle w:val="Textos"/>
        <w:spacing w:line="240" w:lineRule="auto"/>
        <w:jc w:val="right"/>
        <w:rPr>
          <w:sz w:val="20"/>
        </w:rPr>
      </w:pPr>
      <w:r w:rsidRPr="00A32989">
        <w:rPr>
          <w:sz w:val="20"/>
        </w:rPr>
        <w:t xml:space="preserve">Buenos Aires, </w:t>
      </w:r>
      <w:r w:rsidRPr="00A32989">
        <w:rPr>
          <w:sz w:val="20"/>
          <w:highlight w:val="yellow"/>
        </w:rPr>
        <w:t>XX de XXXX de XXXX</w:t>
      </w:r>
    </w:p>
    <w:p w:rsidR="000151A8" w:rsidRPr="00A32989" w:rsidRDefault="000151A8" w:rsidP="00A32989">
      <w:pPr>
        <w:pStyle w:val="Textos"/>
        <w:spacing w:line="240" w:lineRule="auto"/>
        <w:rPr>
          <w:sz w:val="20"/>
        </w:rPr>
      </w:pPr>
      <w:r w:rsidRPr="00A32989">
        <w:rPr>
          <w:sz w:val="20"/>
        </w:rPr>
        <w:t>Facultad de Ciencias Exactas y Naturales</w:t>
      </w:r>
    </w:p>
    <w:p w:rsidR="000151A8" w:rsidRPr="00A32989" w:rsidRDefault="00C76C0B" w:rsidP="00A32989">
      <w:pPr>
        <w:pStyle w:val="Textos"/>
        <w:spacing w:line="240" w:lineRule="auto"/>
        <w:rPr>
          <w:sz w:val="20"/>
        </w:rPr>
      </w:pPr>
      <w:r w:rsidRPr="00A32989">
        <w:rPr>
          <w:sz w:val="20"/>
        </w:rPr>
        <w:t>Sr. Decano</w:t>
      </w:r>
    </w:p>
    <w:p w:rsidR="000151A8" w:rsidRPr="00A32989" w:rsidRDefault="000151A8" w:rsidP="00A32989">
      <w:pPr>
        <w:pStyle w:val="Textos"/>
        <w:spacing w:line="240" w:lineRule="auto"/>
        <w:rPr>
          <w:sz w:val="20"/>
        </w:rPr>
      </w:pPr>
      <w:r w:rsidRPr="00A32989">
        <w:rPr>
          <w:sz w:val="20"/>
        </w:rPr>
        <w:t xml:space="preserve">Dr. </w:t>
      </w:r>
      <w:r w:rsidR="00C76C0B" w:rsidRPr="00A32989">
        <w:rPr>
          <w:sz w:val="20"/>
        </w:rPr>
        <w:t>Juan Carlos Reboreda</w:t>
      </w:r>
    </w:p>
    <w:p w:rsidR="000151A8" w:rsidRPr="00A32989" w:rsidRDefault="000151A8" w:rsidP="00A32989">
      <w:pPr>
        <w:pStyle w:val="Textos"/>
        <w:spacing w:line="240" w:lineRule="auto"/>
        <w:rPr>
          <w:sz w:val="20"/>
        </w:rPr>
      </w:pPr>
      <w:r w:rsidRPr="00A32989">
        <w:rPr>
          <w:sz w:val="20"/>
        </w:rPr>
        <w:t>S</w:t>
      </w:r>
      <w:r w:rsidR="00C76C0B" w:rsidRPr="00A32989">
        <w:rPr>
          <w:sz w:val="20"/>
        </w:rPr>
        <w:t xml:space="preserve">               </w:t>
      </w:r>
      <w:r w:rsidRPr="00A32989">
        <w:rPr>
          <w:sz w:val="20"/>
        </w:rPr>
        <w:t>/</w:t>
      </w:r>
      <w:r w:rsidR="00C76C0B" w:rsidRPr="00A32989">
        <w:rPr>
          <w:sz w:val="20"/>
        </w:rPr>
        <w:t xml:space="preserve">                  </w:t>
      </w:r>
      <w:r w:rsidRPr="00A32989">
        <w:rPr>
          <w:sz w:val="20"/>
        </w:rPr>
        <w:t>D</w:t>
      </w:r>
    </w:p>
    <w:p w:rsidR="000151A8" w:rsidRPr="00A32989" w:rsidRDefault="000151A8" w:rsidP="00A32989">
      <w:pPr>
        <w:pStyle w:val="Textos"/>
        <w:spacing w:before="240" w:line="280" w:lineRule="exact"/>
        <w:rPr>
          <w:sz w:val="20"/>
        </w:rPr>
      </w:pPr>
    </w:p>
    <w:p w:rsidR="000151A8" w:rsidRPr="00A32989" w:rsidRDefault="000151A8" w:rsidP="00A32989">
      <w:pPr>
        <w:pStyle w:val="Textos"/>
        <w:spacing w:before="240" w:line="280" w:lineRule="exact"/>
        <w:rPr>
          <w:rFonts w:eastAsia="HelveticaNeue ThinCond" w:cs="HelveticaNeue ThinCond"/>
          <w:color w:val="000000"/>
          <w:sz w:val="20"/>
          <w:lang w:val="es-ES_tradnl"/>
        </w:rPr>
      </w:pPr>
      <w:r w:rsidRPr="00A32989">
        <w:rPr>
          <w:sz w:val="20"/>
        </w:rPr>
        <w:t>De mi consideración:</w:t>
      </w:r>
    </w:p>
    <w:p w:rsidR="000151A8" w:rsidRPr="00A32989" w:rsidRDefault="000151A8" w:rsidP="00A32989">
      <w:pPr>
        <w:pStyle w:val="Textos"/>
        <w:spacing w:before="240" w:line="280" w:lineRule="exact"/>
        <w:rPr>
          <w:rFonts w:eastAsia="HelveticaNeue ThinCond" w:cs="HelveticaNeue ThinCond"/>
          <w:color w:val="000000"/>
          <w:sz w:val="20"/>
          <w:lang w:val="es-ES_tradnl"/>
        </w:rPr>
      </w:pPr>
      <w:r w:rsidRPr="00A32989">
        <w:rPr>
          <w:rFonts w:eastAsia="HelveticaNeue ThinCond" w:cs="HelveticaNeue ThinCond"/>
          <w:color w:val="000000"/>
          <w:sz w:val="20"/>
          <w:lang w:val="es-ES_tradnl"/>
        </w:rPr>
        <w:t xml:space="preserve">Tengo el agrado de dirigirme a </w:t>
      </w:r>
      <w:r w:rsidR="00C76C0B" w:rsidRPr="00A32989">
        <w:rPr>
          <w:rFonts w:eastAsia="HelveticaNeue ThinCond" w:cs="HelveticaNeue ThinCond"/>
          <w:color w:val="000000"/>
          <w:sz w:val="20"/>
          <w:lang w:val="es-ES_tradnl"/>
        </w:rPr>
        <w:t>U</w:t>
      </w:r>
      <w:r w:rsidRPr="00A32989">
        <w:rPr>
          <w:rFonts w:eastAsia="HelveticaNeue ThinCond" w:cs="HelveticaNeue ThinCond"/>
          <w:color w:val="000000"/>
          <w:sz w:val="20"/>
          <w:lang w:val="es-ES_tradnl"/>
        </w:rPr>
        <w:t>sted</w:t>
      </w:r>
      <w:r w:rsidR="00C76C0B" w:rsidRPr="00A32989">
        <w:rPr>
          <w:rFonts w:eastAsia="HelveticaNeue ThinCond" w:cs="HelveticaNeue ThinCond"/>
          <w:color w:val="000000"/>
          <w:sz w:val="20"/>
          <w:lang w:val="es-ES_tradnl"/>
        </w:rPr>
        <w:t xml:space="preserve"> a fin de solicitar la tramitación del alta patrimonial de los bienes que se indican al pie, adquiridos con fondos del Subsidio otorgado por [</w:t>
      </w:r>
      <w:r w:rsidR="00C76C0B"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>XX</w:t>
      </w:r>
      <w:r w:rsidR="00C76C0B" w:rsidRPr="00A32989">
        <w:rPr>
          <w:rFonts w:eastAsia="HelveticaNeue ThinCond" w:cs="HelveticaNeue ThinCond"/>
          <w:color w:val="000000"/>
          <w:sz w:val="20"/>
          <w:lang w:val="es-ES_tradnl"/>
        </w:rPr>
        <w:t>]</w:t>
      </w:r>
      <w:r w:rsidR="00C76C0B" w:rsidRPr="00A32989">
        <w:rPr>
          <w:rStyle w:val="Refdenotaalpie"/>
          <w:rFonts w:eastAsia="HelveticaNeue ThinCond" w:cs="HelveticaNeue ThinCond"/>
          <w:color w:val="000000"/>
          <w:sz w:val="20"/>
          <w:lang w:val="es-ES_tradnl"/>
        </w:rPr>
        <w:footnoteReference w:id="1"/>
      </w:r>
      <w:r w:rsidR="00C76C0B" w:rsidRPr="00A32989">
        <w:rPr>
          <w:rFonts w:eastAsia="HelveticaNeue ThinCond" w:cs="HelveticaNeue ThinCond"/>
          <w:color w:val="000000"/>
          <w:sz w:val="20"/>
          <w:lang w:val="es-ES_tradnl"/>
        </w:rPr>
        <w:t xml:space="preserve"> y cuyo trámite corre por el Expediente de referencia.</w:t>
      </w:r>
    </w:p>
    <w:p w:rsidR="00C76C0B" w:rsidRPr="00A32989" w:rsidRDefault="00C76C0B" w:rsidP="00A32989">
      <w:pPr>
        <w:pStyle w:val="Textos"/>
        <w:spacing w:before="240" w:line="280" w:lineRule="exact"/>
        <w:rPr>
          <w:rFonts w:eastAsia="HelveticaNeue ThinCond" w:cs="HelveticaNeue ThinCond"/>
          <w:color w:val="000000"/>
          <w:sz w:val="20"/>
          <w:lang w:val="es-ES_tradnl"/>
        </w:rPr>
      </w:pPr>
      <w:r w:rsidRPr="00A32989">
        <w:rPr>
          <w:rFonts w:eastAsia="HelveticaNeue ThinCond" w:cs="HelveticaNeue ThinCond"/>
          <w:color w:val="000000"/>
          <w:sz w:val="20"/>
          <w:lang w:val="es-ES_tradnl"/>
        </w:rPr>
        <w:t xml:space="preserve">Asimismo, dado que los bienes adquiridos pertenecen al patrimonio de esta Unidad Académica, los mismos quedarán bajo la responsabilidad del </w:t>
      </w:r>
      <w:r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>Dr. / Dra. XXXXX</w:t>
      </w:r>
      <w:r w:rsidRPr="00A32989">
        <w:rPr>
          <w:rFonts w:eastAsia="HelveticaNeue ThinCond" w:cs="HelveticaNeue ThinCond"/>
          <w:color w:val="000000"/>
          <w:sz w:val="20"/>
          <w:lang w:val="es-ES_tradnl"/>
        </w:rPr>
        <w:t xml:space="preserve"> en cuanto a su guarda y conservación. </w:t>
      </w:r>
    </w:p>
    <w:p w:rsidR="00C76C0B" w:rsidRPr="00A32989" w:rsidRDefault="00C76C0B" w:rsidP="00A32989">
      <w:pPr>
        <w:pStyle w:val="Textos"/>
        <w:spacing w:before="240" w:line="280" w:lineRule="exact"/>
        <w:rPr>
          <w:rFonts w:eastAsia="HelveticaNeue ThinCond" w:cs="HelveticaNeue ThinCond"/>
          <w:color w:val="000000"/>
          <w:sz w:val="20"/>
          <w:lang w:val="es-ES_tradnl"/>
        </w:rPr>
      </w:pPr>
      <w:r w:rsidRPr="00A32989">
        <w:rPr>
          <w:rFonts w:eastAsia="HelveticaNeue ThinCond" w:cs="HelveticaNeue ThinCond"/>
          <w:color w:val="000000"/>
          <w:sz w:val="20"/>
          <w:lang w:val="es-ES_tradnl"/>
        </w:rPr>
        <w:t>Se adjunta copia del comprobante de compra, de la constancia de pago y de la Resolución de otorgamiento del subsidio antes mencionada. Atentamente;</w:t>
      </w:r>
    </w:p>
    <w:p w:rsidR="00C76C0B" w:rsidRPr="00A32989" w:rsidRDefault="00A32989" w:rsidP="00A32989">
      <w:pPr>
        <w:pStyle w:val="Textos"/>
        <w:spacing w:before="240" w:line="280" w:lineRule="exact"/>
        <w:rPr>
          <w:rFonts w:eastAsia="HelveticaNeue ThinCond" w:cs="HelveticaNeue ThinCond"/>
          <w:color w:val="000000"/>
          <w:sz w:val="20"/>
          <w:highlight w:val="yellow"/>
          <w:lang w:val="es-ES_tradnl"/>
        </w:rPr>
      </w:pPr>
      <w:r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>[</w:t>
      </w:r>
      <w:r w:rsidR="00C76C0B"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>Firma y aclaración del Responsable</w:t>
      </w:r>
      <w:r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>]</w:t>
      </w:r>
    </w:p>
    <w:p w:rsidR="00C76C0B" w:rsidRPr="00A32989" w:rsidRDefault="00A32989" w:rsidP="00A32989">
      <w:pPr>
        <w:pStyle w:val="Textos"/>
        <w:spacing w:line="240" w:lineRule="auto"/>
        <w:rPr>
          <w:rFonts w:eastAsia="HelveticaNeue ThinCond" w:cs="HelveticaNeue ThinCond"/>
          <w:color w:val="000000"/>
          <w:sz w:val="20"/>
          <w:highlight w:val="yellow"/>
          <w:lang w:val="es-ES_tradnl"/>
        </w:rPr>
      </w:pPr>
      <w:r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>[</w:t>
      </w:r>
      <w:r w:rsidR="00C76C0B"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>Departamento Docente</w:t>
      </w:r>
      <w:r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>]</w:t>
      </w:r>
    </w:p>
    <w:p w:rsidR="00C76C0B" w:rsidRPr="00A32989" w:rsidRDefault="00A32989" w:rsidP="00A32989">
      <w:pPr>
        <w:pStyle w:val="Textos"/>
        <w:spacing w:line="240" w:lineRule="auto"/>
        <w:rPr>
          <w:rFonts w:eastAsia="HelveticaNeue ThinCond" w:cs="HelveticaNeue ThinCond"/>
          <w:color w:val="000000"/>
          <w:sz w:val="20"/>
          <w:highlight w:val="yellow"/>
          <w:lang w:val="es-ES_tradnl"/>
        </w:rPr>
      </w:pPr>
      <w:r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>[</w:t>
      </w:r>
      <w:r w:rsidR="00C76C0B"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>Año de la Rendición</w:t>
      </w:r>
      <w:r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>]</w:t>
      </w:r>
    </w:p>
    <w:p w:rsidR="00A32989" w:rsidRPr="00A32989" w:rsidRDefault="00A32989" w:rsidP="00A32989">
      <w:pPr>
        <w:pStyle w:val="Textos"/>
        <w:spacing w:line="240" w:lineRule="auto"/>
        <w:rPr>
          <w:rFonts w:eastAsia="HelveticaNeue ThinCond" w:cs="HelveticaNeue ThinCond"/>
          <w:color w:val="000000"/>
          <w:sz w:val="20"/>
          <w:lang w:val="es-ES_tradnl"/>
        </w:rPr>
      </w:pPr>
      <w:r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>[</w:t>
      </w:r>
      <w:r w:rsidR="00C76C0B"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>Datos de Contacto (teléfono – correo electrónico)</w:t>
      </w:r>
      <w:r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>]</w:t>
      </w:r>
    </w:p>
    <w:p w:rsidR="00A32989" w:rsidRPr="00A32989" w:rsidRDefault="00A32989" w:rsidP="00A32989">
      <w:pPr>
        <w:pStyle w:val="Textos"/>
        <w:spacing w:before="240" w:line="280" w:lineRule="exact"/>
        <w:rPr>
          <w:rFonts w:eastAsia="HelveticaNeue ThinCond" w:cs="HelveticaNeue ThinCond"/>
          <w:color w:val="000000"/>
          <w:sz w:val="20"/>
          <w:lang w:val="es-ES_tradnl"/>
        </w:rPr>
      </w:pPr>
    </w:p>
    <w:p w:rsidR="00A32989" w:rsidRPr="00A32989" w:rsidRDefault="00A32989" w:rsidP="00A32989">
      <w:pPr>
        <w:pStyle w:val="Textos"/>
        <w:spacing w:before="240" w:line="280" w:lineRule="exact"/>
        <w:rPr>
          <w:rFonts w:eastAsia="HelveticaNeue ThinCond" w:cs="HelveticaNeue ThinCond"/>
          <w:color w:val="000000"/>
          <w:sz w:val="20"/>
          <w:lang w:val="es-ES_tradnl"/>
        </w:rPr>
      </w:pPr>
      <w:r w:rsidRPr="00A32989">
        <w:rPr>
          <w:rFonts w:eastAsia="HelveticaNeue ThinCond" w:cs="HelveticaNeue ThinCond"/>
          <w:color w:val="000000"/>
          <w:sz w:val="20"/>
          <w:lang w:val="es-ES_tradnl"/>
        </w:rPr>
        <w:t>B</w:t>
      </w:r>
      <w:r w:rsidR="00C76C0B" w:rsidRPr="00A32989">
        <w:rPr>
          <w:rFonts w:eastAsia="HelveticaNeue ThinCond" w:cs="HelveticaNeue ThinCond"/>
          <w:color w:val="000000"/>
          <w:sz w:val="20"/>
          <w:lang w:val="es-ES_tradnl"/>
        </w:rPr>
        <w:t xml:space="preserve">IENES A PATRIMONIAR: </w:t>
      </w:r>
    </w:p>
    <w:p w:rsidR="00C76C0B" w:rsidRPr="00A32989" w:rsidRDefault="00C76C0B" w:rsidP="00A32989">
      <w:pPr>
        <w:pStyle w:val="Textos"/>
        <w:spacing w:before="240" w:line="280" w:lineRule="exact"/>
        <w:rPr>
          <w:rFonts w:eastAsia="HelveticaNeue ThinCond" w:cs="HelveticaNeue ThinCond"/>
          <w:color w:val="000000"/>
          <w:sz w:val="20"/>
          <w:highlight w:val="yellow"/>
          <w:lang w:val="es-ES_tradnl"/>
        </w:rPr>
      </w:pPr>
      <w:r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>1</w:t>
      </w:r>
      <w:r w:rsidR="00A32989"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>: (Cantidad y D</w:t>
      </w:r>
      <w:r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 xml:space="preserve">etalle) </w:t>
      </w:r>
    </w:p>
    <w:p w:rsidR="00A32989" w:rsidRPr="00A32989" w:rsidRDefault="00A32989" w:rsidP="00A32989">
      <w:pPr>
        <w:pStyle w:val="Textos"/>
        <w:spacing w:line="240" w:lineRule="auto"/>
        <w:rPr>
          <w:rFonts w:eastAsia="HelveticaNeue ThinCond" w:cs="HelveticaNeue ThinCond"/>
          <w:color w:val="000000"/>
          <w:sz w:val="20"/>
          <w:highlight w:val="yellow"/>
          <w:lang w:val="es-ES_tradnl"/>
        </w:rPr>
      </w:pPr>
      <w:r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 xml:space="preserve">2: (Cantidad y Detalle) </w:t>
      </w:r>
    </w:p>
    <w:p w:rsidR="00A32989" w:rsidRPr="00A32989" w:rsidRDefault="00A32989" w:rsidP="00A32989">
      <w:pPr>
        <w:pStyle w:val="Textos"/>
        <w:spacing w:line="240" w:lineRule="auto"/>
        <w:rPr>
          <w:rFonts w:eastAsia="HelveticaNeue ThinCond" w:cs="HelveticaNeue ThinCond"/>
          <w:color w:val="000000"/>
          <w:sz w:val="20"/>
          <w:highlight w:val="yellow"/>
          <w:lang w:val="es-ES_tradnl"/>
        </w:rPr>
      </w:pPr>
      <w:r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 xml:space="preserve">3: (Cantidad y Detalle) </w:t>
      </w:r>
    </w:p>
    <w:p w:rsidR="00A32989" w:rsidRPr="00A32989" w:rsidRDefault="00A32989" w:rsidP="00A32989">
      <w:pPr>
        <w:pStyle w:val="Textos"/>
        <w:spacing w:line="240" w:lineRule="auto"/>
        <w:rPr>
          <w:rFonts w:eastAsia="HelveticaNeue ThinCond" w:cs="HelveticaNeue ThinCond"/>
          <w:color w:val="000000"/>
          <w:sz w:val="20"/>
          <w:highlight w:val="yellow"/>
          <w:lang w:val="es-ES_tradnl"/>
        </w:rPr>
      </w:pPr>
      <w:r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 xml:space="preserve">4: (Cantidad y Detalle) </w:t>
      </w:r>
    </w:p>
    <w:p w:rsidR="00A32989" w:rsidRPr="00A32989" w:rsidRDefault="00A32989" w:rsidP="00A32989">
      <w:pPr>
        <w:pStyle w:val="Textos"/>
        <w:spacing w:line="240" w:lineRule="auto"/>
        <w:rPr>
          <w:rFonts w:eastAsia="HelveticaNeue ThinCond" w:cs="HelveticaNeue ThinCond"/>
          <w:color w:val="000000"/>
          <w:sz w:val="20"/>
          <w:highlight w:val="yellow"/>
          <w:lang w:val="es-ES_tradnl"/>
        </w:rPr>
      </w:pPr>
      <w:r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 xml:space="preserve">5: (Cantidad y Detalle) </w:t>
      </w:r>
    </w:p>
    <w:p w:rsidR="00A32989" w:rsidRPr="00A32989" w:rsidRDefault="00A32989" w:rsidP="00A32989">
      <w:pPr>
        <w:pStyle w:val="Textos"/>
        <w:spacing w:line="240" w:lineRule="auto"/>
        <w:rPr>
          <w:rFonts w:eastAsia="HelveticaNeue ThinCond" w:cs="HelveticaNeue ThinCond"/>
          <w:color w:val="000000"/>
          <w:sz w:val="20"/>
          <w:highlight w:val="yellow"/>
          <w:lang w:val="es-ES_tradnl"/>
        </w:rPr>
      </w:pPr>
      <w:r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 xml:space="preserve">6: (Cantidad y Detalle) </w:t>
      </w:r>
    </w:p>
    <w:p w:rsidR="00A32989" w:rsidRPr="00A32989" w:rsidRDefault="00A32989" w:rsidP="00A32989">
      <w:pPr>
        <w:pStyle w:val="Textos"/>
        <w:spacing w:line="240" w:lineRule="auto"/>
        <w:rPr>
          <w:rFonts w:eastAsia="HelveticaNeue ThinCond" w:cs="HelveticaNeue ThinCond"/>
          <w:color w:val="000000"/>
          <w:sz w:val="20"/>
          <w:highlight w:val="yellow"/>
          <w:lang w:val="es-ES_tradnl"/>
        </w:rPr>
      </w:pPr>
      <w:r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 xml:space="preserve">7: (Cantidad y Detalle) </w:t>
      </w:r>
    </w:p>
    <w:p w:rsidR="00A32989" w:rsidRPr="00A32989" w:rsidRDefault="00A32989" w:rsidP="00A32989">
      <w:pPr>
        <w:pStyle w:val="Textos"/>
        <w:spacing w:line="240" w:lineRule="auto"/>
        <w:rPr>
          <w:rFonts w:eastAsia="HelveticaNeue ThinCond" w:cs="HelveticaNeue ThinCond"/>
          <w:color w:val="000000"/>
          <w:sz w:val="20"/>
          <w:highlight w:val="yellow"/>
          <w:lang w:val="es-ES_tradnl"/>
        </w:rPr>
      </w:pPr>
      <w:r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 xml:space="preserve">8: (Cantidad y Detalle) </w:t>
      </w:r>
    </w:p>
    <w:p w:rsidR="00A32989" w:rsidRPr="00A32989" w:rsidRDefault="00A32989" w:rsidP="00A32989">
      <w:pPr>
        <w:pStyle w:val="Textos"/>
        <w:spacing w:line="240" w:lineRule="auto"/>
        <w:rPr>
          <w:rFonts w:eastAsia="HelveticaNeue ThinCond" w:cs="HelveticaNeue ThinCond"/>
          <w:color w:val="000000"/>
          <w:sz w:val="20"/>
          <w:highlight w:val="yellow"/>
          <w:lang w:val="es-ES_tradnl"/>
        </w:rPr>
      </w:pPr>
      <w:r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>9: (Cantidad y Detalle)</w:t>
      </w:r>
    </w:p>
    <w:p w:rsidR="00A32989" w:rsidRPr="00A32989" w:rsidRDefault="00A32989" w:rsidP="00A32989">
      <w:pPr>
        <w:pStyle w:val="Textos"/>
        <w:spacing w:line="240" w:lineRule="auto"/>
        <w:rPr>
          <w:rFonts w:eastAsia="HelveticaNeue ThinCond" w:cs="HelveticaNeue ThinCond"/>
          <w:color w:val="000000"/>
          <w:sz w:val="20"/>
          <w:lang w:val="es-ES_tradnl"/>
        </w:rPr>
      </w:pPr>
      <w:r w:rsidRPr="00A32989">
        <w:rPr>
          <w:rFonts w:eastAsia="HelveticaNeue ThinCond" w:cs="HelveticaNeue ThinCond"/>
          <w:color w:val="000000"/>
          <w:sz w:val="20"/>
          <w:highlight w:val="yellow"/>
          <w:lang w:val="es-ES_tradnl"/>
        </w:rPr>
        <w:t>…</w:t>
      </w:r>
      <w:r w:rsidRPr="00A32989">
        <w:rPr>
          <w:rFonts w:eastAsia="HelveticaNeue ThinCond" w:cs="HelveticaNeue ThinCond"/>
          <w:color w:val="000000"/>
          <w:sz w:val="20"/>
          <w:lang w:val="es-ES_tradnl"/>
        </w:rPr>
        <w:t xml:space="preserve"> </w:t>
      </w:r>
    </w:p>
    <w:p w:rsidR="00A32989" w:rsidRPr="00A32989" w:rsidRDefault="00A32989" w:rsidP="00A32989">
      <w:pPr>
        <w:pStyle w:val="Textos"/>
        <w:spacing w:before="240" w:line="280" w:lineRule="exact"/>
        <w:rPr>
          <w:rFonts w:eastAsia="HelveticaNeue ThinCond" w:cs="HelveticaNeue ThinCond"/>
          <w:color w:val="000000"/>
          <w:sz w:val="20"/>
          <w:lang w:val="es-ES_tradnl"/>
        </w:rPr>
      </w:pPr>
    </w:p>
    <w:p w:rsidR="00A32989" w:rsidRPr="00A32989" w:rsidRDefault="00A32989" w:rsidP="00A32989">
      <w:pPr>
        <w:pStyle w:val="Textos"/>
        <w:spacing w:before="240" w:line="280" w:lineRule="exact"/>
        <w:rPr>
          <w:rFonts w:eastAsia="HelveticaNeue ThinCond" w:cs="HelveticaNeue ThinCond"/>
          <w:color w:val="000000"/>
          <w:sz w:val="20"/>
          <w:lang w:val="es-ES_tradnl"/>
        </w:rPr>
      </w:pPr>
    </w:p>
    <w:sectPr w:rsidR="00A32989" w:rsidRPr="00A32989" w:rsidSect="00C9091F">
      <w:headerReference w:type="default" r:id="rId7"/>
      <w:footerReference w:type="default" r:id="rId8"/>
      <w:pgSz w:w="11906" w:h="16838"/>
      <w:pgMar w:top="2667" w:right="1406" w:bottom="1494" w:left="1992" w:header="118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A3A" w:rsidRDefault="00CA0A3A">
      <w:pPr>
        <w:spacing w:line="240" w:lineRule="auto"/>
      </w:pPr>
      <w:r>
        <w:separator/>
      </w:r>
    </w:p>
  </w:endnote>
  <w:endnote w:type="continuationSeparator" w:id="0">
    <w:p w:rsidR="00CA0A3A" w:rsidRDefault="00CA0A3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 ThinCond"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62F" w:rsidRDefault="0082262F" w:rsidP="00C9091F">
    <w:pPr>
      <w:pStyle w:val="Piedepgina"/>
      <w:ind w:left="-198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A3A" w:rsidRDefault="00CA0A3A">
      <w:pPr>
        <w:spacing w:line="240" w:lineRule="auto"/>
      </w:pPr>
      <w:r>
        <w:separator/>
      </w:r>
    </w:p>
  </w:footnote>
  <w:footnote w:type="continuationSeparator" w:id="0">
    <w:p w:rsidR="00CA0A3A" w:rsidRDefault="00CA0A3A">
      <w:pPr>
        <w:spacing w:line="240" w:lineRule="auto"/>
      </w:pPr>
      <w:r>
        <w:continuationSeparator/>
      </w:r>
    </w:p>
  </w:footnote>
  <w:footnote w:id="1">
    <w:p w:rsidR="00C76C0B" w:rsidRDefault="00C76C0B">
      <w:pPr>
        <w:pStyle w:val="Textonotapie"/>
      </w:pPr>
      <w:r>
        <w:rPr>
          <w:rStyle w:val="Refdenotaalpie"/>
        </w:rPr>
        <w:footnoteRef/>
      </w:r>
      <w:r>
        <w:t xml:space="preserve"> Ejemplo, </w:t>
      </w:r>
      <w:r w:rsidRPr="00C76C0B">
        <w:t>Resolución CS Nº XXXX/XX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62F" w:rsidRDefault="00A32989">
    <w:pPr>
      <w:pStyle w:val="Encabezado"/>
    </w:pPr>
    <w:r>
      <w:rPr>
        <w:noProof/>
        <w:lang w:eastAsia="es-AR" w:bidi="ar-S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3810</wp:posOffset>
          </wp:positionV>
          <wp:extent cx="1304925" cy="752475"/>
          <wp:effectExtent l="19050" t="0" r="9525" b="0"/>
          <wp:wrapNone/>
          <wp:docPr id="2" name="1 Imagen" descr="Logo EXACT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 descr="Logo EXACTA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A32989"/>
    <w:rsid w:val="000151A8"/>
    <w:rsid w:val="00066A3D"/>
    <w:rsid w:val="000D409A"/>
    <w:rsid w:val="000D777C"/>
    <w:rsid w:val="001501AD"/>
    <w:rsid w:val="003D6FB9"/>
    <w:rsid w:val="004973BF"/>
    <w:rsid w:val="004B30B2"/>
    <w:rsid w:val="005F4DFB"/>
    <w:rsid w:val="007325AD"/>
    <w:rsid w:val="00757C68"/>
    <w:rsid w:val="00810510"/>
    <w:rsid w:val="0082262F"/>
    <w:rsid w:val="00870902"/>
    <w:rsid w:val="008C20E1"/>
    <w:rsid w:val="009E7E24"/>
    <w:rsid w:val="00A32989"/>
    <w:rsid w:val="00A33FBF"/>
    <w:rsid w:val="00AA5683"/>
    <w:rsid w:val="00C76C0B"/>
    <w:rsid w:val="00C9091F"/>
    <w:rsid w:val="00CA0A3A"/>
    <w:rsid w:val="00ED4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spacing w:line="200" w:lineRule="atLeast"/>
      <w:jc w:val="both"/>
    </w:pPr>
    <w:rPr>
      <w:rFonts w:ascii="HelveticaNeue ThinCond" w:eastAsia="SimSun" w:hAnsi="HelveticaNeue ThinCond" w:cs="Arial"/>
      <w:kern w:val="1"/>
      <w:sz w:val="24"/>
      <w:szCs w:val="24"/>
      <w:lang w:eastAsia="hi-I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customStyle="1" w:styleId="Etiqueta">
    <w:name w:val="Etiqueta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styleId="Encabezado">
    <w:name w:val="header"/>
    <w:pPr>
      <w:keepNext/>
      <w:keepLines/>
      <w:widowControl w:val="0"/>
      <w:suppressLineNumbers/>
      <w:tabs>
        <w:tab w:val="center" w:pos="4819"/>
        <w:tab w:val="right" w:pos="9638"/>
      </w:tabs>
      <w:suppressAutoHyphens/>
      <w:jc w:val="right"/>
    </w:pPr>
    <w:rPr>
      <w:rFonts w:ascii="HelveticaNeue ThinCond" w:eastAsia="SimSun" w:hAnsi="HelveticaNeue ThinCond" w:cs="Arial"/>
      <w:color w:val="000000"/>
      <w:kern w:val="1"/>
      <w:sz w:val="24"/>
      <w:szCs w:val="24"/>
      <w:lang w:eastAsia="hi-IN" w:bidi="hi-IN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Texto">
    <w:name w:val="Texto"/>
    <w:basedOn w:val="Etiqueta"/>
    <w:pPr>
      <w:spacing w:before="0" w:after="283" w:line="360" w:lineRule="auto"/>
    </w:pPr>
  </w:style>
  <w:style w:type="paragraph" w:customStyle="1" w:styleId="NoParagraphStyle">
    <w:name w:val="[No Paragraph Style]"/>
    <w:pPr>
      <w:widowControl w:val="0"/>
      <w:suppressAutoHyphens/>
      <w:autoSpaceDE w:val="0"/>
      <w:spacing w:line="288" w:lineRule="auto"/>
      <w:textAlignment w:val="center"/>
    </w:pPr>
    <w:rPr>
      <w:rFonts w:ascii="Minion Pro" w:eastAsia="Minion Pro" w:hAnsi="Minion Pro" w:cs="Minion Pro"/>
      <w:color w:val="000000"/>
      <w:kern w:val="1"/>
      <w:sz w:val="24"/>
      <w:szCs w:val="24"/>
      <w:lang w:val="en-US" w:eastAsia="hi-IN" w:bidi="hi-IN"/>
    </w:rPr>
  </w:style>
  <w:style w:type="paragraph" w:customStyle="1" w:styleId="BasicParagraph">
    <w:name w:val="[Basic Paragraph]"/>
    <w:basedOn w:val="NoParagraphStyle"/>
  </w:style>
  <w:style w:type="paragraph" w:customStyle="1" w:styleId="Textos">
    <w:name w:val="Textos"/>
    <w:basedOn w:val="Normal"/>
  </w:style>
  <w:style w:type="paragraph" w:customStyle="1" w:styleId="Encabezados">
    <w:name w:val="Encabezados"/>
    <w:basedOn w:val="Encabezado"/>
  </w:style>
  <w:style w:type="paragraph" w:styleId="Piedepgina">
    <w:name w:val="footer"/>
    <w:basedOn w:val="Normal"/>
    <w:link w:val="PiedepginaCar"/>
    <w:uiPriority w:val="99"/>
    <w:semiHidden/>
    <w:unhideWhenUsed/>
    <w:rsid w:val="000151A8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PiedepginaCar">
    <w:name w:val="Pie de página Car"/>
    <w:link w:val="Piedepgina"/>
    <w:uiPriority w:val="99"/>
    <w:semiHidden/>
    <w:rsid w:val="000151A8"/>
    <w:rPr>
      <w:rFonts w:ascii="HelveticaNeue ThinCond" w:eastAsia="SimSun" w:hAnsi="HelveticaNeue ThinCond" w:cs="Mangal"/>
      <w:kern w:val="1"/>
      <w:sz w:val="24"/>
      <w:szCs w:val="21"/>
      <w:lang w:eastAsia="hi-IN" w:bidi="hi-I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76C0B"/>
    <w:rPr>
      <w:rFonts w:cs="Mangal"/>
      <w:sz w:val="20"/>
      <w:szCs w:val="18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76C0B"/>
    <w:rPr>
      <w:rFonts w:ascii="HelveticaNeue ThinCond" w:eastAsia="SimSun" w:hAnsi="HelveticaNeue ThinCond" w:cs="Mangal"/>
      <w:kern w:val="1"/>
      <w:szCs w:val="18"/>
      <w:lang w:eastAsia="hi-IN" w:bidi="hi-IN"/>
    </w:rPr>
  </w:style>
  <w:style w:type="character" w:styleId="Refdenotaalpie">
    <w:name w:val="footnote reference"/>
    <w:basedOn w:val="Fuentedeprrafopredeter"/>
    <w:uiPriority w:val="99"/>
    <w:semiHidden/>
    <w:unhideWhenUsed/>
    <w:rsid w:val="00C76C0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CEN\Desktop\Plantillas%20papeler&#237;a%202019\Papeleria%20SHySA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F5F16-2D27-467B-9F63-A415A3B65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Papeleria SHySA.dot</Template>
  <TotalTime>14</TotalTime>
  <Pages>1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FCEN</dc:creator>
  <cp:lastModifiedBy>FCEN</cp:lastModifiedBy>
  <cp:revision>1</cp:revision>
  <cp:lastPrinted>2015-12-29T16:29:00Z</cp:lastPrinted>
  <dcterms:created xsi:type="dcterms:W3CDTF">2019-05-27T18:58:00Z</dcterms:created>
  <dcterms:modified xsi:type="dcterms:W3CDTF">2019-05-27T19:14:00Z</dcterms:modified>
</cp:coreProperties>
</file>